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6" w:type="dxa"/>
        <w:tblCellMar>
          <w:left w:w="0" w:type="dxa"/>
          <w:right w:w="0" w:type="dxa"/>
        </w:tblCellMar>
        <w:tblLook w:val="0000" w:firstRow="0" w:lastRow="0" w:firstColumn="0" w:lastColumn="0" w:noHBand="0" w:noVBand="0"/>
      </w:tblPr>
      <w:tblGrid>
        <w:gridCol w:w="5217"/>
        <w:gridCol w:w="526"/>
        <w:gridCol w:w="3783"/>
      </w:tblGrid>
      <w:tr w:rsidR="00E85637" w14:paraId="3CFE44ED" w14:textId="77777777">
        <w:trPr>
          <w:cantSplit/>
          <w:trHeight w:val="567"/>
        </w:trPr>
        <w:tc>
          <w:tcPr>
            <w:tcW w:w="5216" w:type="dxa"/>
            <w:vMerge w:val="restart"/>
          </w:tcPr>
          <w:p w14:paraId="08C74483" w14:textId="77777777" w:rsidR="00136EDC" w:rsidRDefault="00136EDC" w:rsidP="00136EDC">
            <w:pPr>
              <w:framePr w:w="9582" w:h="2155" w:wrap="notBeside" w:vAnchor="page" w:hAnchor="page" w:x="1702" w:y="3063"/>
              <w:ind w:left="720" w:hanging="720"/>
            </w:pPr>
            <w:r>
              <w:t>Kaire Jakobson</w:t>
            </w:r>
          </w:p>
          <w:p w14:paraId="5F9C0DB6" w14:textId="77777777" w:rsidR="00136EDC" w:rsidRDefault="00136EDC" w:rsidP="00136EDC">
            <w:pPr>
              <w:framePr w:w="9582" w:h="2155" w:wrap="notBeside" w:vAnchor="page" w:hAnchor="page" w:x="1702" w:y="3063"/>
              <w:ind w:left="720" w:hanging="720"/>
            </w:pPr>
            <w:r>
              <w:t>MTÜ Sütiste Metsa Selts</w:t>
            </w:r>
          </w:p>
          <w:p w14:paraId="00C6DAD5" w14:textId="77777777" w:rsidR="00136EDC" w:rsidRDefault="00136EDC" w:rsidP="00136EDC">
            <w:pPr>
              <w:framePr w:w="9582" w:h="2155" w:wrap="notBeside" w:vAnchor="page" w:hAnchor="page" w:x="1702" w:y="3063"/>
              <w:ind w:left="720" w:hanging="720"/>
            </w:pPr>
            <w:r>
              <w:t>Juhatuse liige</w:t>
            </w:r>
          </w:p>
          <w:p w14:paraId="67C5DD71" w14:textId="77777777" w:rsidR="00136EDC" w:rsidRDefault="00CF6BA7" w:rsidP="00136EDC">
            <w:pPr>
              <w:framePr w:w="9582" w:h="2155" w:wrap="notBeside" w:vAnchor="page" w:hAnchor="page" w:x="1702" w:y="3063"/>
            </w:pPr>
            <w:hyperlink r:id="rId11" w:history="1">
              <w:r w:rsidR="00136EDC" w:rsidRPr="005D6E46">
                <w:rPr>
                  <w:rStyle w:val="Hyperlink"/>
                </w:rPr>
                <w:t>sytistemetsaselts@gmail.com</w:t>
              </w:r>
            </w:hyperlink>
          </w:p>
          <w:p w14:paraId="46737575" w14:textId="1FCCA449" w:rsidR="00E85637" w:rsidRDefault="00E85637" w:rsidP="00725D1C">
            <w:pPr>
              <w:framePr w:w="9582" w:h="2155" w:wrap="notBeside" w:vAnchor="page" w:hAnchor="page" w:x="1702" w:y="3063"/>
            </w:pPr>
          </w:p>
        </w:tc>
        <w:tc>
          <w:tcPr>
            <w:tcW w:w="510" w:type="dxa"/>
            <w:noWrap/>
          </w:tcPr>
          <w:p w14:paraId="566DEFB4"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Teie"/>
                  </w:textInput>
                </w:ffData>
              </w:fldChar>
            </w:r>
            <w:r>
              <w:instrText xml:space="preserve"> FORMTEXT </w:instrText>
            </w:r>
            <w:r>
              <w:fldChar w:fldCharType="separate"/>
            </w:r>
            <w:r>
              <w:rPr>
                <w:noProof/>
              </w:rPr>
              <w:t>Teie</w:t>
            </w:r>
            <w:r>
              <w:fldChar w:fldCharType="end"/>
            </w:r>
          </w:p>
        </w:tc>
        <w:tc>
          <w:tcPr>
            <w:tcW w:w="3799" w:type="dxa"/>
            <w:tcMar>
              <w:left w:w="85" w:type="dxa"/>
            </w:tcMar>
          </w:tcPr>
          <w:p w14:paraId="5291C34D" w14:textId="48D914D2" w:rsidR="00E85637" w:rsidRDefault="00CF6BA7" w:rsidP="00F8152D">
            <w:pPr>
              <w:framePr w:w="9582" w:h="2155" w:wrap="notBeside" w:vAnchor="page" w:hAnchor="page" w:x="1702" w:y="3063"/>
            </w:pPr>
            <w:r>
              <w:t>25.10</w:t>
            </w:r>
            <w:r w:rsidR="00136EDC">
              <w:t>.2023</w:t>
            </w:r>
            <w:r w:rsidR="00F8152D">
              <w:t xml:space="preserve"> </w:t>
            </w:r>
            <w:r w:rsidR="00356C40">
              <w:t xml:space="preserve"> </w:t>
            </w:r>
          </w:p>
        </w:tc>
      </w:tr>
      <w:tr w:rsidR="00E85637" w14:paraId="00EF9516" w14:textId="77777777">
        <w:trPr>
          <w:cantSplit/>
          <w:trHeight w:val="743"/>
        </w:trPr>
        <w:tc>
          <w:tcPr>
            <w:tcW w:w="5216" w:type="dxa"/>
            <w:vMerge/>
          </w:tcPr>
          <w:p w14:paraId="01A71DC8" w14:textId="77777777" w:rsidR="00E85637" w:rsidRDefault="00E85637">
            <w:pPr>
              <w:framePr w:w="9582" w:h="2155" w:wrap="notBeside" w:vAnchor="page" w:hAnchor="page" w:x="1702" w:y="3063"/>
            </w:pPr>
          </w:p>
        </w:tc>
        <w:tc>
          <w:tcPr>
            <w:tcW w:w="510" w:type="dxa"/>
            <w:noWrap/>
          </w:tcPr>
          <w:p w14:paraId="032E216E"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Meie"/>
                  </w:textInput>
                </w:ffData>
              </w:fldChar>
            </w:r>
            <w:r>
              <w:instrText xml:space="preserve"> FORMTEXT </w:instrText>
            </w:r>
            <w:r>
              <w:fldChar w:fldCharType="separate"/>
            </w:r>
            <w:r>
              <w:rPr>
                <w:noProof/>
              </w:rPr>
              <w:t>Meie</w:t>
            </w:r>
            <w:r>
              <w:fldChar w:fldCharType="end"/>
            </w:r>
          </w:p>
        </w:tc>
        <w:tc>
          <w:tcPr>
            <w:tcW w:w="3799" w:type="dxa"/>
            <w:tcMar>
              <w:left w:w="85" w:type="dxa"/>
            </w:tcMar>
          </w:tcPr>
          <w:p w14:paraId="1BC52D0A" w14:textId="77777777" w:rsidR="00F8152D" w:rsidRDefault="00B7608B" w:rsidP="00725D1C">
            <w:pPr>
              <w:framePr w:w="9582" w:h="2155" w:wrap="notBeside" w:vAnchor="page" w:hAnchor="page" w:x="1702" w:y="3063"/>
            </w:pPr>
            <w:r>
              <w:fldChar w:fldCharType="begin">
                <w:ffData>
                  <w:name w:val=""/>
                  <w:enabled/>
                  <w:calcOnExit w:val="0"/>
                  <w:helpText w:type="text" w:val="Sisestage siia väljamineva kirja kuupäev.&#10;&#10;Näiteks:&#10;01.05.2014&#10;(digitaalallkirja kuupäev)&#10;&#10;Seejärel liikuge Tab klahviga järgmisele väljale."/>
                  <w:statusText w:type="text" w:val="Siia sisestage väljamineva kirja kuupäev (vt F1)"/>
                  <w:textInput/>
                </w:ffData>
              </w:fldChar>
            </w:r>
            <w:r>
              <w:instrText xml:space="preserve"> FORMTEXT </w:instrText>
            </w:r>
            <w:r>
              <w:fldChar w:fldCharType="separate"/>
            </w:r>
            <w:r w:rsidR="00725D1C">
              <w:rPr>
                <w:noProof/>
              </w:rPr>
              <w:t>(digitaalallkirja kuupäev)</w:t>
            </w:r>
            <w:r>
              <w:fldChar w:fldCharType="end"/>
            </w:r>
            <w:r w:rsidR="00356C40">
              <w:t xml:space="preserve"> </w:t>
            </w:r>
          </w:p>
          <w:p w14:paraId="765DA0D2" w14:textId="45846076" w:rsidR="00E85637" w:rsidRDefault="00356C40" w:rsidP="00CF6BA7">
            <w:pPr>
              <w:framePr w:w="9582" w:h="2155" w:wrap="notBeside" w:vAnchor="page" w:hAnchor="page" w:x="1702" w:y="3063"/>
            </w:pPr>
            <w:r>
              <w:t xml:space="preserve">nr </w:t>
            </w:r>
            <w:r w:rsidR="00CF6BA7">
              <w:t>12-1/2023/6083</w:t>
            </w:r>
          </w:p>
        </w:tc>
      </w:tr>
      <w:tr w:rsidR="00E85637" w14:paraId="7ED38585" w14:textId="77777777">
        <w:trPr>
          <w:cantSplit/>
          <w:trHeight w:hRule="exact" w:val="23"/>
        </w:trPr>
        <w:tc>
          <w:tcPr>
            <w:tcW w:w="5216" w:type="dxa"/>
          </w:tcPr>
          <w:p w14:paraId="0237215F" w14:textId="77777777" w:rsidR="00E85637" w:rsidRDefault="00A9445B">
            <w:pPr>
              <w:framePr w:w="9582" w:h="2155" w:wrap="notBeside" w:vAnchor="page" w:hAnchor="page" w:x="1702" w:y="3063"/>
            </w:pPr>
            <w:r>
              <w:t>XXXXXXXXXXXXXXXXXXXXXXXXXXXXX</w:t>
            </w:r>
            <w:r>
              <w:rPr>
                <w:sz w:val="18"/>
              </w:rPr>
              <w:t>X</w:t>
            </w:r>
          </w:p>
        </w:tc>
        <w:tc>
          <w:tcPr>
            <w:tcW w:w="510" w:type="dxa"/>
            <w:noWrap/>
          </w:tcPr>
          <w:p w14:paraId="1807EBB8" w14:textId="77777777" w:rsidR="00E85637" w:rsidRDefault="00A9445B">
            <w:pPr>
              <w:framePr w:w="9582" w:h="2155" w:wrap="notBeside" w:vAnchor="page" w:hAnchor="page" w:x="1702" w:y="3063"/>
            </w:pPr>
            <w:r>
              <w:t>XX</w:t>
            </w:r>
            <w:r>
              <w:rPr>
                <w:sz w:val="22"/>
              </w:rPr>
              <w:t>X</w:t>
            </w:r>
          </w:p>
        </w:tc>
        <w:tc>
          <w:tcPr>
            <w:tcW w:w="3799" w:type="dxa"/>
          </w:tcPr>
          <w:p w14:paraId="02EAA549" w14:textId="77777777" w:rsidR="00E85637" w:rsidRDefault="00E85637">
            <w:pPr>
              <w:framePr w:w="9582" w:h="2155" w:wrap="notBeside" w:vAnchor="page" w:hAnchor="page" w:x="1702" w:y="3063"/>
            </w:pPr>
          </w:p>
        </w:tc>
      </w:tr>
    </w:tbl>
    <w:p w14:paraId="13B63705" w14:textId="77777777" w:rsidR="00E85637" w:rsidRDefault="00E85637">
      <w:pPr>
        <w:framePr w:w="9582" w:h="2155" w:wrap="notBeside" w:vAnchor="page" w:hAnchor="page" w:x="1702" w:y="3063"/>
        <w:rPr>
          <w:sz w:val="12"/>
        </w:rPr>
      </w:pPr>
    </w:p>
    <w:p w14:paraId="506978C8" w14:textId="77777777" w:rsidR="00E85637" w:rsidRDefault="00E85637">
      <w:pPr>
        <w:rPr>
          <w:spacing w:val="0"/>
          <w:position w:val="0"/>
          <w:sz w:val="20"/>
        </w:rPr>
      </w:pPr>
    </w:p>
    <w:p w14:paraId="794B72CF" w14:textId="77777777" w:rsidR="00E85637" w:rsidRDefault="003A08B0">
      <w:pPr>
        <w:framePr w:w="9639" w:h="851" w:wrap="around" w:vAnchor="page" w:hAnchor="page" w:x="1702" w:y="625"/>
        <w:rPr>
          <w:spacing w:val="0"/>
          <w:position w:val="0"/>
        </w:rPr>
      </w:pPr>
      <w:r>
        <w:rPr>
          <w:noProof/>
          <w:spacing w:val="0"/>
          <w:position w:val="0"/>
          <w:lang w:eastAsia="et-EE"/>
        </w:rPr>
        <w:drawing>
          <wp:inline distT="0" distB="0" distL="0" distR="0" wp14:anchorId="3505B340" wp14:editId="36BA60DD">
            <wp:extent cx="6040543" cy="638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6040543" cy="638431"/>
                    </a:xfrm>
                    <a:prstGeom prst="rect">
                      <a:avLst/>
                    </a:prstGeom>
                  </pic:spPr>
                </pic:pic>
              </a:graphicData>
            </a:graphic>
          </wp:inline>
        </w:drawing>
      </w:r>
    </w:p>
    <w:p w14:paraId="5E806D74" w14:textId="77777777" w:rsidR="00E85637" w:rsidRDefault="00B7608B">
      <w:pPr>
        <w:pStyle w:val="Heading1"/>
      </w:pPr>
      <w:r>
        <w:fldChar w:fldCharType="begin">
          <w:ffData>
            <w:name w:val="Text7"/>
            <w:enabled/>
            <w:calcOnExit w:val="0"/>
            <w:helpText w:type="text" w:val="Sisestage siia pealkiri.&#10;&#10;Näiteks: Järelepärimine&#10;&#10;Seejärel liikuge Tab klahviga järgmisele väljale."/>
            <w:statusText w:type="text" w:val="Sisestage siia pealkiri (vt F1)"/>
            <w:textInput>
              <w:format w:val="Algsuurtäht"/>
            </w:textInput>
          </w:ffData>
        </w:fldChar>
      </w:r>
      <w:bookmarkStart w:id="0" w:name="Text7"/>
      <w:r>
        <w:instrText xml:space="preserve"> FORMTEXT </w:instrText>
      </w:r>
      <w:r>
        <w:fldChar w:fldCharType="separate"/>
      </w:r>
      <w:r w:rsidR="00725D1C">
        <w:rPr>
          <w:noProof/>
        </w:rPr>
        <w:t>Vastus teabenõudele</w:t>
      </w:r>
      <w:r>
        <w:fldChar w:fldCharType="end"/>
      </w:r>
      <w:bookmarkEnd w:id="0"/>
    </w:p>
    <w:p w14:paraId="7FF3D786" w14:textId="77777777" w:rsidR="00E85637" w:rsidRDefault="00E85637"/>
    <w:p w14:paraId="48A02E75" w14:textId="77777777" w:rsidR="00E85637" w:rsidRDefault="00E85637">
      <w:pPr>
        <w:sectPr w:rsidR="00E85637">
          <w:headerReference w:type="default" r:id="rId13"/>
          <w:footerReference w:type="default" r:id="rId14"/>
          <w:headerReference w:type="first" r:id="rId15"/>
          <w:pgSz w:w="11906" w:h="16838" w:code="9"/>
          <w:pgMar w:top="3062" w:right="680" w:bottom="737" w:left="1701" w:header="454" w:footer="567" w:gutter="0"/>
          <w:cols w:space="708"/>
          <w:titlePg/>
        </w:sectPr>
      </w:pPr>
    </w:p>
    <w:p w14:paraId="6328DC62" w14:textId="77777777" w:rsidR="00CF6BA7" w:rsidRPr="00CF6BA7" w:rsidRDefault="00CA187D" w:rsidP="00CF6BA7">
      <w:pPr>
        <w:jc w:val="both"/>
        <w:rPr>
          <w:i/>
          <w:iCs/>
        </w:rPr>
      </w:pPr>
      <w:r>
        <w:t xml:space="preserve">Palute oma </w:t>
      </w:r>
      <w:r w:rsidR="00CF6BA7">
        <w:t>25.10</w:t>
      </w:r>
      <w:r w:rsidR="00136EDC">
        <w:t xml:space="preserve">.2023 teabenõudega edastada järgneva info: </w:t>
      </w:r>
      <w:r w:rsidR="00136EDC" w:rsidRPr="00136EDC">
        <w:rPr>
          <w:i/>
          <w:iCs/>
          <w:lang w:val="en-GB"/>
        </w:rPr>
        <w:t>“</w:t>
      </w:r>
      <w:r w:rsidR="00CF6BA7" w:rsidRPr="00CF6BA7">
        <w:rPr>
          <w:i/>
          <w:iCs/>
        </w:rPr>
        <w:t>Palun saata dokument või dokumendid, milles on vastatud järgmistele küsimustele:</w:t>
      </w:r>
    </w:p>
    <w:p w14:paraId="319B87E0" w14:textId="77777777" w:rsidR="00CF6BA7" w:rsidRPr="00CF6BA7" w:rsidRDefault="00CF6BA7" w:rsidP="00CF6BA7">
      <w:pPr>
        <w:jc w:val="both"/>
        <w:rPr>
          <w:i/>
          <w:iCs/>
        </w:rPr>
      </w:pPr>
      <w:r w:rsidRPr="00CF6BA7">
        <w:rPr>
          <w:i/>
          <w:iCs/>
        </w:rPr>
        <w:t>1. kelle korraldusel (asutus ja isik) on Nõmme-Mustamäe maastikukaitsealale paigaldatud loendurid;</w:t>
      </w:r>
    </w:p>
    <w:p w14:paraId="36B861E9" w14:textId="77777777" w:rsidR="00CF6BA7" w:rsidRPr="00CF6BA7" w:rsidRDefault="00CF6BA7" w:rsidP="00CF6BA7">
      <w:pPr>
        <w:jc w:val="both"/>
        <w:rPr>
          <w:i/>
          <w:iCs/>
        </w:rPr>
      </w:pPr>
      <w:r w:rsidRPr="00CF6BA7">
        <w:rPr>
          <w:i/>
          <w:iCs/>
        </w:rPr>
        <w:t>2. mitu loendurit kokku on paigaldatud Nõmme-Mustamäe maastikukaitsealale;</w:t>
      </w:r>
    </w:p>
    <w:p w14:paraId="5A90F0B3" w14:textId="77777777" w:rsidR="00CF6BA7" w:rsidRPr="00CF6BA7" w:rsidRDefault="00CF6BA7" w:rsidP="00CF6BA7">
      <w:pPr>
        <w:jc w:val="both"/>
        <w:rPr>
          <w:i/>
          <w:iCs/>
        </w:rPr>
      </w:pPr>
      <w:r w:rsidRPr="00CF6BA7">
        <w:rPr>
          <w:i/>
          <w:iCs/>
        </w:rPr>
        <w:t>3. mis on loendurite paigaldamise eesmärk;</w:t>
      </w:r>
    </w:p>
    <w:p w14:paraId="5B707F75" w14:textId="056EE0B1" w:rsidR="00136EDC" w:rsidRPr="00136EDC" w:rsidRDefault="00CF6BA7" w:rsidP="00CF6BA7">
      <w:pPr>
        <w:jc w:val="both"/>
        <w:rPr>
          <w:i/>
          <w:iCs/>
        </w:rPr>
      </w:pPr>
      <w:r w:rsidRPr="00CF6BA7">
        <w:rPr>
          <w:i/>
          <w:iCs/>
        </w:rPr>
        <w:t>4. mida tehakse kogutud andmetega?</w:t>
      </w:r>
      <w:r w:rsidR="00136EDC" w:rsidRPr="00136EDC">
        <w:rPr>
          <w:i/>
          <w:iCs/>
        </w:rPr>
        <w:t>“</w:t>
      </w:r>
    </w:p>
    <w:p w14:paraId="6A058939" w14:textId="77777777" w:rsidR="00136EDC" w:rsidRDefault="00136EDC" w:rsidP="00725D1C">
      <w:pPr>
        <w:jc w:val="both"/>
      </w:pPr>
    </w:p>
    <w:p w14:paraId="4BC9F3C0" w14:textId="77777777" w:rsidR="00CF6BA7" w:rsidRDefault="00CF6BA7" w:rsidP="00725D1C">
      <w:pPr>
        <w:jc w:val="both"/>
      </w:pPr>
      <w:r>
        <w:t>Selgitame, et l</w:t>
      </w:r>
      <w:r w:rsidRPr="00CF6BA7">
        <w:t>oendurite paigaldamise ja ringi tõstmise otsused tehakse RMK külastuskorraldusosakonna vastava külastusala töötajate ja kavandamise-seire meeskonna töötajate koostöös.</w:t>
      </w:r>
      <w:r>
        <w:t xml:space="preserve"> </w:t>
      </w:r>
    </w:p>
    <w:p w14:paraId="0D5D25D5" w14:textId="77777777" w:rsidR="00CF6BA7" w:rsidRDefault="00CF6BA7" w:rsidP="00725D1C">
      <w:pPr>
        <w:jc w:val="both"/>
      </w:pPr>
    </w:p>
    <w:p w14:paraId="3DD28FEE" w14:textId="5ED863F0" w:rsidR="00136EDC" w:rsidRDefault="00CF6BA7" w:rsidP="00725D1C">
      <w:pPr>
        <w:jc w:val="both"/>
      </w:pPr>
      <w:r w:rsidRPr="00CF6BA7">
        <w:t>RMK-l on Nõmme-Mustamäe maastikukaitsealal töötamas üks loe</w:t>
      </w:r>
      <w:r>
        <w:t xml:space="preserve">ndur. </w:t>
      </w:r>
      <w:r w:rsidRPr="00CF6BA7">
        <w:t xml:space="preserve">Võimalike teiste organisatsioonide paigaldatud loendurite </w:t>
      </w:r>
      <w:r>
        <w:t xml:space="preserve">kohta ei oska RMK infot anda. </w:t>
      </w:r>
      <w:bookmarkStart w:id="1" w:name="_GoBack"/>
      <w:bookmarkEnd w:id="1"/>
    </w:p>
    <w:p w14:paraId="18D02EFF" w14:textId="77777777" w:rsidR="00CF6BA7" w:rsidRDefault="00CF6BA7" w:rsidP="00CF6BA7">
      <w:pPr>
        <w:jc w:val="both"/>
      </w:pPr>
    </w:p>
    <w:p w14:paraId="70A0A283" w14:textId="77777777" w:rsidR="00CF6BA7" w:rsidRDefault="00CF6BA7" w:rsidP="00725D1C">
      <w:pPr>
        <w:jc w:val="both"/>
      </w:pPr>
      <w:r w:rsidRPr="00CF6BA7">
        <w:t>RMK paigaldas puhke- ja kaitsealadele esimesed loendurid ja viis läbi esimesed külastajauuringud 2002. aastal,  seda eesmärgiga saamaks infot külastusmahu ja -iseloomu, ajalise ja geograafilise jaotuse, külastajate rahulolu jms info osas, mis on vajalik külastuse korraldamisel. Külastusmahu seire, kombineerituna teiste seirete ja uuringutega, võimaldab analüüsida ala kasutust, jälgida muutuste trende jms. Lisaks külastusmahu seirele on Nõmme-Mustamäe maastikukaitsealal läbi viidud ka külastajauuring.</w:t>
      </w:r>
      <w:r w:rsidR="00136EDC">
        <w:t xml:space="preserve"> </w:t>
      </w:r>
    </w:p>
    <w:p w14:paraId="2FADE30D" w14:textId="77777777" w:rsidR="00CF6BA7" w:rsidRDefault="00CF6BA7" w:rsidP="00725D1C">
      <w:pPr>
        <w:jc w:val="both"/>
      </w:pPr>
    </w:p>
    <w:p w14:paraId="253A05D3" w14:textId="6C03B263" w:rsidR="00997349" w:rsidRDefault="00CF6BA7" w:rsidP="00725D1C">
      <w:pPr>
        <w:jc w:val="both"/>
      </w:pPr>
      <w:r w:rsidRPr="00CF6BA7">
        <w:t xml:space="preserve">Loenduriga kogutud andmeid töödeldakse kalibreerimise tulemusena saadud loenduri paranduskoefitsiendiga, </w:t>
      </w:r>
      <w:r>
        <w:t>millega saadakse</w:t>
      </w:r>
      <w:r w:rsidRPr="00CF6BA7">
        <w:t xml:space="preserve"> teada külastuste arv. Andmete </w:t>
      </w:r>
      <w:r>
        <w:t xml:space="preserve">kasutamine läheb kokku eelnevalt </w:t>
      </w:r>
      <w:r w:rsidRPr="00CF6BA7">
        <w:t>nimetatud eesmärkidega.</w:t>
      </w:r>
    </w:p>
    <w:p w14:paraId="1A49DEE5" w14:textId="77777777" w:rsidR="001A2BAC" w:rsidRDefault="001A2BAC"/>
    <w:p w14:paraId="1EF8C2CC" w14:textId="77777777" w:rsidR="00E85637" w:rsidRDefault="00A9445B">
      <w:r>
        <w:fldChar w:fldCharType="begin">
          <w:ffData>
            <w:name w:val="Text33"/>
            <w:enabled/>
            <w:calcOnExit w:val="0"/>
            <w:helpText w:type="text" w:val="Siia kirjutage tervitusvormel.&#10;&#10;Näiteks: Lugupidamisega&#10;&#10;Seejärel liikuge Tab klahviga järgmisele väljale."/>
            <w:statusText w:type="text" w:val="Siia kirjutage tervitusvormel (vt F1)"/>
            <w:textInput>
              <w:default w:val="Lugupidamisega"/>
            </w:textInput>
          </w:ffData>
        </w:fldChar>
      </w:r>
      <w:r>
        <w:instrText xml:space="preserve"> FORMTEXT </w:instrText>
      </w:r>
      <w:r>
        <w:fldChar w:fldCharType="separate"/>
      </w:r>
      <w:r>
        <w:rPr>
          <w:noProof/>
        </w:rPr>
        <w:t>Lugupidamisega</w:t>
      </w:r>
      <w:r>
        <w:fldChar w:fldCharType="end"/>
      </w:r>
    </w:p>
    <w:p w14:paraId="4855CA26" w14:textId="77777777" w:rsidR="00E85637" w:rsidRDefault="00E85637"/>
    <w:p w14:paraId="1E38FCEE" w14:textId="41EB4BD0" w:rsidR="00E85637" w:rsidRDefault="00F05C83">
      <w:r>
        <w:t>Maarja Mirjam Rajasaar</w:t>
      </w:r>
    </w:p>
    <w:p w14:paraId="7AC8302B" w14:textId="4057F519" w:rsidR="00F05C83" w:rsidRDefault="00F05C83">
      <w:r>
        <w:t>RMK Külastuskorraldusosakond</w:t>
      </w:r>
    </w:p>
    <w:p w14:paraId="09628CF6" w14:textId="32E62731" w:rsidR="00F05C83" w:rsidRDefault="00F05C83">
      <w:r>
        <w:t>külastusala juht</w:t>
      </w:r>
    </w:p>
    <w:p w14:paraId="427A5260" w14:textId="77777777" w:rsidR="00F05C83" w:rsidRDefault="00F05C83"/>
    <w:p w14:paraId="0B4C0A3C" w14:textId="4B23B603" w:rsidR="00E85637" w:rsidRPr="00F05C83" w:rsidRDefault="00F05C83">
      <w:pPr>
        <w:rPr>
          <w:i/>
          <w:spacing w:val="0"/>
          <w:position w:val="0"/>
        </w:rPr>
      </w:pPr>
      <w:r w:rsidRPr="00F05C83">
        <w:rPr>
          <w:i/>
          <w:spacing w:val="0"/>
          <w:position w:val="0"/>
        </w:rPr>
        <w:t>/allkirjastatud digitaalselt/</w:t>
      </w:r>
    </w:p>
    <w:p w14:paraId="7F31561E" w14:textId="77777777" w:rsidR="00E85637" w:rsidRDefault="00E85637"/>
    <w:p w14:paraId="33328ADB" w14:textId="5E24D52A" w:rsidR="00356C40" w:rsidRDefault="00356C40"/>
    <w:sectPr w:rsidR="00356C40">
      <w:footerReference w:type="default" r:id="rId16"/>
      <w:headerReference w:type="first" r:id="rId17"/>
      <w:footerReference w:type="first" r:id="rId18"/>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89B32" w14:textId="77777777" w:rsidR="001F3CE1" w:rsidRDefault="001F3CE1">
      <w:r>
        <w:separator/>
      </w:r>
    </w:p>
  </w:endnote>
  <w:endnote w:type="continuationSeparator" w:id="0">
    <w:p w14:paraId="6A8A8F8F" w14:textId="77777777" w:rsidR="001F3CE1" w:rsidRDefault="001F3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D52B" w14:textId="77777777" w:rsidR="00E85637" w:rsidRDefault="00E8563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D0806" w14:textId="77777777" w:rsidR="00E85637" w:rsidRDefault="00E8563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0DB84" w14:textId="77777777" w:rsidR="00E85637" w:rsidRDefault="00E8563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A8C7E" w14:textId="77777777" w:rsidR="001F3CE1" w:rsidRDefault="001F3CE1">
      <w:r>
        <w:separator/>
      </w:r>
    </w:p>
  </w:footnote>
  <w:footnote w:type="continuationSeparator" w:id="0">
    <w:p w14:paraId="67D8C5C1" w14:textId="77777777" w:rsidR="001F3CE1" w:rsidRDefault="001F3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88A58" w14:textId="69362B37" w:rsidR="00E85637" w:rsidRDefault="00A9445B">
    <w:pPr>
      <w:pStyle w:val="Header"/>
    </w:pPr>
    <w:r>
      <w:fldChar w:fldCharType="begin"/>
    </w:r>
    <w:r>
      <w:instrText xml:space="preserve"> PAGE </w:instrText>
    </w:r>
    <w:r>
      <w:fldChar w:fldCharType="separate"/>
    </w:r>
    <w:r w:rsidR="00B407BD">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0FD92" w14:textId="77777777" w:rsidR="00E85637" w:rsidRDefault="00E85637">
    <w:pPr>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FCF67" w14:textId="77777777" w:rsidR="00E85637" w:rsidRDefault="00E8563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D1C"/>
    <w:rsid w:val="0000478B"/>
    <w:rsid w:val="0000786B"/>
    <w:rsid w:val="00051D1E"/>
    <w:rsid w:val="00057FC6"/>
    <w:rsid w:val="000D31BC"/>
    <w:rsid w:val="00136EDC"/>
    <w:rsid w:val="0015432F"/>
    <w:rsid w:val="00187A2D"/>
    <w:rsid w:val="001956F4"/>
    <w:rsid w:val="001A2BAC"/>
    <w:rsid w:val="001D139F"/>
    <w:rsid w:val="001E574A"/>
    <w:rsid w:val="001F3CE1"/>
    <w:rsid w:val="00231DFB"/>
    <w:rsid w:val="00326150"/>
    <w:rsid w:val="00356C40"/>
    <w:rsid w:val="003A0500"/>
    <w:rsid w:val="003A08B0"/>
    <w:rsid w:val="00436506"/>
    <w:rsid w:val="00491E34"/>
    <w:rsid w:val="006248AE"/>
    <w:rsid w:val="00704BBF"/>
    <w:rsid w:val="00725D1C"/>
    <w:rsid w:val="007B7275"/>
    <w:rsid w:val="007E0D20"/>
    <w:rsid w:val="007F482F"/>
    <w:rsid w:val="007F68A8"/>
    <w:rsid w:val="00845FCB"/>
    <w:rsid w:val="008B1038"/>
    <w:rsid w:val="008C0A3A"/>
    <w:rsid w:val="00916FD9"/>
    <w:rsid w:val="00997349"/>
    <w:rsid w:val="009D3F3A"/>
    <w:rsid w:val="00A9445B"/>
    <w:rsid w:val="00AA6DA9"/>
    <w:rsid w:val="00B407BD"/>
    <w:rsid w:val="00B7608B"/>
    <w:rsid w:val="00BF0803"/>
    <w:rsid w:val="00C32B5E"/>
    <w:rsid w:val="00C52479"/>
    <w:rsid w:val="00C67247"/>
    <w:rsid w:val="00C94858"/>
    <w:rsid w:val="00CA187D"/>
    <w:rsid w:val="00CF0857"/>
    <w:rsid w:val="00CF6BA7"/>
    <w:rsid w:val="00E85637"/>
    <w:rsid w:val="00EC5BAE"/>
    <w:rsid w:val="00EF00BD"/>
    <w:rsid w:val="00F04FCF"/>
    <w:rsid w:val="00F05C83"/>
    <w:rsid w:val="00F8152D"/>
    <w:rsid w:val="00F940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FB30D2"/>
  <w15:docId w15:val="{B9102AB1-C875-40F1-A2E3-6E7F62C4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Header">
    <w:name w:val="header"/>
    <w:basedOn w:val="Normal"/>
    <w:semiHidden/>
    <w:pPr>
      <w:jc w:val="center"/>
    </w:pPr>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uiPriority w:val="99"/>
    <w:semiHidden/>
    <w:unhideWhenUsed/>
    <w:rsid w:val="00C52479"/>
    <w:rPr>
      <w:rFonts w:ascii="Tahoma" w:hAnsi="Tahoma" w:cs="Tahoma"/>
      <w:sz w:val="16"/>
      <w:szCs w:val="16"/>
    </w:rPr>
  </w:style>
  <w:style w:type="character" w:customStyle="1" w:styleId="BalloonTextChar">
    <w:name w:val="Balloon Text Char"/>
    <w:basedOn w:val="DefaultParagraphFont"/>
    <w:link w:val="BalloonText"/>
    <w:uiPriority w:val="99"/>
    <w:semiHidden/>
    <w:rsid w:val="00C52479"/>
    <w:rPr>
      <w:rFonts w:ascii="Tahoma" w:hAnsi="Tahoma" w:cs="Tahoma"/>
      <w:spacing w:val="2"/>
      <w:position w:val="6"/>
      <w:sz w:val="16"/>
      <w:szCs w:val="16"/>
      <w:lang w:eastAsia="en-US"/>
    </w:rPr>
  </w:style>
  <w:style w:type="paragraph" w:styleId="Revision">
    <w:name w:val="Revision"/>
    <w:hidden/>
    <w:uiPriority w:val="99"/>
    <w:semiHidden/>
    <w:rsid w:val="007F68A8"/>
    <w:rPr>
      <w:spacing w:val="2"/>
      <w:position w:val="6"/>
      <w:sz w:val="24"/>
      <w:lang w:eastAsia="en-US"/>
    </w:rPr>
  </w:style>
  <w:style w:type="character" w:styleId="Hyperlink">
    <w:name w:val="Hyperlink"/>
    <w:basedOn w:val="DefaultParagraphFont"/>
    <w:uiPriority w:val="99"/>
    <w:unhideWhenUsed/>
    <w:rsid w:val="00136E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5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ytistemetsaselts@gmail.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Downloads\kirjaplank%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DF307BEF0CD3498EA3AA04404D8214" ma:contentTypeVersion="15" ma:contentTypeDescription="Create a new document." ma:contentTypeScope="" ma:versionID="3d5b4fa3c858e00a55e1f3c95e3ae124">
  <xsd:schema xmlns:xsd="http://www.w3.org/2001/XMLSchema" xmlns:xs="http://www.w3.org/2001/XMLSchema" xmlns:p="http://schemas.microsoft.com/office/2006/metadata/properties" xmlns:ns3="b61e1f62-eff2-43e2-8a2d-d03942aba471" xmlns:ns4="51033be1-26ee-4f15-a6d1-dd5915f4e8eb" targetNamespace="http://schemas.microsoft.com/office/2006/metadata/properties" ma:root="true" ma:fieldsID="c730787e899650b07fd2d7b16fd1079a" ns3:_="" ns4:_="">
    <xsd:import namespace="b61e1f62-eff2-43e2-8a2d-d03942aba471"/>
    <xsd:import namespace="51033be1-26ee-4f15-a6d1-dd5915f4e8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ObjectDetectorVersions" minOccurs="0"/>
                <xsd:element ref="ns4:MediaServiceDateTaken" minOccurs="0"/>
                <xsd:element ref="ns4:MediaServiceLocation" minOccurs="0"/>
                <xsd:element ref="ns4:MediaLengthInSeconds" minOccurs="0"/>
                <xsd:element ref="ns4:_activity"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e1f62-eff2-43e2-8a2d-d03942aba4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033be1-26ee-4f15-a6d1-dd5915f4e8e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1033be1-26ee-4f15-a6d1-dd5915f4e8e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FB6D-4A58-415E-B594-083292DD1558}">
  <ds:schemaRefs>
    <ds:schemaRef ds:uri="http://schemas.microsoft.com/sharepoint/v3/contenttype/forms"/>
  </ds:schemaRefs>
</ds:datastoreItem>
</file>

<file path=customXml/itemProps2.xml><?xml version="1.0" encoding="utf-8"?>
<ds:datastoreItem xmlns:ds="http://schemas.openxmlformats.org/officeDocument/2006/customXml" ds:itemID="{72D38E95-3F0D-4550-BA5D-AE210A973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e1f62-eff2-43e2-8a2d-d03942aba471"/>
    <ds:schemaRef ds:uri="51033be1-26ee-4f15-a6d1-dd5915f4e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191460-03D6-40AF-9885-676A4BD89AB7}">
  <ds:schemaRefs>
    <ds:schemaRef ds:uri="51033be1-26ee-4f15-a6d1-dd5915f4e8eb"/>
    <ds:schemaRef ds:uri="http://schemas.microsoft.com/office/2006/documentManagement/types"/>
    <ds:schemaRef ds:uri="http://purl.org/dc/elements/1.1/"/>
    <ds:schemaRef ds:uri="http://purl.org/dc/dcmitype/"/>
    <ds:schemaRef ds:uri="b61e1f62-eff2-43e2-8a2d-d03942aba471"/>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81A045C-FD8E-498F-B6C2-B86FB1528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 (1)</Template>
  <TotalTime>0</TotalTime>
  <Pages>1</Pages>
  <Words>280</Words>
  <Characters>1630</Characters>
  <Application>Microsoft Office Word</Application>
  <DocSecurity>0</DocSecurity>
  <Lines>13</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DF</Company>
  <LinksUpToDate>false</LinksUpToDate>
  <CharactersWithSpaces>1907</CharactersWithSpaces>
  <SharedDoc>false</SharedDoc>
  <HLinks>
    <vt:vector size="6" baseType="variant">
      <vt:variant>
        <vt:i4>786512</vt:i4>
      </vt:variant>
      <vt:variant>
        <vt:i4>1880</vt:i4>
      </vt:variant>
      <vt:variant>
        <vt:i4>1025</vt:i4>
      </vt:variant>
      <vt:variant>
        <vt:i4>1</vt:i4>
      </vt:variant>
      <vt:variant>
        <vt:lpwstr>tykid_kiri\RMK_peakontor_ek.gif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2016(TM) file templates</dc:subject>
  <dc:creator>Anneliis Nurk</dc:creator>
  <dc:description>Ver 6.0, 11.2018</dc:description>
  <cp:lastModifiedBy>Maarja Mirjam Rajasaar</cp:lastModifiedBy>
  <cp:revision>2</cp:revision>
  <cp:lastPrinted>2014-04-01T12:05:00Z</cp:lastPrinted>
  <dcterms:created xsi:type="dcterms:W3CDTF">2023-10-30T11:24:00Z</dcterms:created>
  <dcterms:modified xsi:type="dcterms:W3CDTF">2023-10-30T11:24:00Z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0x010100A8DF307BEF0CD3498EA3AA04404D8214</vt:lpwstr>
  </property>
</Properties>
</file>